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F792C77D-FFCC-4387-BDC7-8249A05007D8}"/>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